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B6" w:rsidRDefault="00B418B6" w:rsidP="00D80E00">
      <w:pPr>
        <w:jc w:val="center"/>
        <w:rPr>
          <w:rFonts w:ascii="Ravie" w:hAnsi="Ravie"/>
          <w:sz w:val="36"/>
        </w:rPr>
      </w:pPr>
      <w:r w:rsidRPr="00B418B6">
        <w:rPr>
          <w:rFonts w:ascii="Ravie" w:hAnsi="Ravie"/>
          <w:sz w:val="36"/>
        </w:rPr>
        <w:t>GA/CC</w:t>
      </w:r>
      <w:r w:rsidR="00D80E00">
        <w:rPr>
          <w:rFonts w:ascii="Ravie" w:hAnsi="Ravie"/>
          <w:sz w:val="36"/>
        </w:rPr>
        <w:t xml:space="preserve"> Library News</w:t>
      </w:r>
    </w:p>
    <w:p w:rsidR="00B418B6" w:rsidRDefault="00B418B6" w:rsidP="00D80E00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I just wanted to share some information about the libraries!</w:t>
      </w:r>
    </w:p>
    <w:p w:rsidR="00B418B6" w:rsidRPr="00D80E00" w:rsidRDefault="00B418B6" w:rsidP="00B418B6">
      <w:pPr>
        <w:rPr>
          <w:rFonts w:asciiTheme="minorHAnsi" w:hAnsiTheme="minorHAnsi" w:cstheme="minorHAnsi"/>
          <w:b/>
          <w:u w:val="single"/>
        </w:rPr>
      </w:pPr>
      <w:r w:rsidRPr="00D80E00">
        <w:rPr>
          <w:rFonts w:asciiTheme="minorHAnsi" w:hAnsiTheme="minorHAnsi" w:cstheme="minorHAnsi"/>
          <w:b/>
          <w:u w:val="single"/>
        </w:rPr>
        <w:t>Checkouts for 2010 – 2011</w:t>
      </w:r>
    </w:p>
    <w:p w:rsidR="00B418B6" w:rsidRPr="00D80E00" w:rsidRDefault="00B418B6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</w:rPr>
        <w:t xml:space="preserve">Preschool </w:t>
      </w:r>
      <w:r w:rsidR="008E1BF3" w:rsidRPr="00D80E00">
        <w:rPr>
          <w:rFonts w:asciiTheme="minorHAnsi" w:hAnsiTheme="minorHAnsi" w:cstheme="minorHAnsi"/>
        </w:rPr>
        <w:t>–</w:t>
      </w:r>
      <w:r w:rsidRPr="00D80E00">
        <w:rPr>
          <w:rFonts w:asciiTheme="minorHAnsi" w:hAnsiTheme="minorHAnsi" w:cstheme="minorHAnsi"/>
        </w:rPr>
        <w:t xml:space="preserve"> </w:t>
      </w:r>
      <w:r w:rsidR="008E1BF3" w:rsidRPr="00D80E00">
        <w:rPr>
          <w:rFonts w:asciiTheme="minorHAnsi" w:hAnsiTheme="minorHAnsi" w:cstheme="minorHAnsi"/>
        </w:rPr>
        <w:t>376 titles</w:t>
      </w:r>
    </w:p>
    <w:p w:rsidR="008E1BF3" w:rsidRPr="00D80E00" w:rsidRDefault="00CC5F05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54BF4" wp14:editId="572F9F70">
                <wp:simplePos x="0" y="0"/>
                <wp:positionH relativeFrom="column">
                  <wp:posOffset>2276475</wp:posOffset>
                </wp:positionH>
                <wp:positionV relativeFrom="paragraph">
                  <wp:posOffset>5080</wp:posOffset>
                </wp:positionV>
                <wp:extent cx="2257425" cy="6572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417" w:rsidRDefault="003C7417" w:rsidP="00D80E0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32"/>
                              </w:rPr>
                            </w:pPr>
                            <w:r w:rsidRPr="00D80E0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32"/>
                              </w:rPr>
                              <w:t>Total checkouts for GA –</w:t>
                            </w:r>
                          </w:p>
                          <w:p w:rsidR="003C7417" w:rsidRPr="00D80E00" w:rsidRDefault="003C7417" w:rsidP="00D80E0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32"/>
                              </w:rPr>
                            </w:pPr>
                            <w:r w:rsidRPr="00D80E0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32"/>
                              </w:rPr>
                              <w:t xml:space="preserve"> </w:t>
                            </w:r>
                            <w:r w:rsidRPr="00D80E0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40"/>
                              </w:rPr>
                              <w:t>over 10, 800 !!</w:t>
                            </w:r>
                          </w:p>
                          <w:p w:rsidR="003C7417" w:rsidRPr="00CC5F05" w:rsidRDefault="003C7417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9.25pt;margin-top:.4pt;width:177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">
                <v:stroke dashstyle="3 1"/>
                <v:textbox>
                  <w:txbxContent>
                    <w:p w:rsidR="003C7417" w:rsidRDefault="003C7417" w:rsidP="00D80E0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  <w:sz w:val="32"/>
                        </w:rPr>
                      </w:pPr>
                      <w:r w:rsidRPr="00D80E00">
                        <w:rPr>
                          <w:rFonts w:asciiTheme="minorHAnsi" w:hAnsiTheme="minorHAnsi" w:cstheme="minorHAnsi"/>
                          <w:b/>
                          <w:i/>
                          <w:sz w:val="32"/>
                        </w:rPr>
                        <w:t>Total checkouts for GA –</w:t>
                      </w:r>
                    </w:p>
                    <w:p w:rsidR="003C7417" w:rsidRPr="00D80E00" w:rsidRDefault="003C7417" w:rsidP="00D80E0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  <w:sz w:val="32"/>
                        </w:rPr>
                      </w:pPr>
                      <w:r w:rsidRPr="00D80E00">
                        <w:rPr>
                          <w:rFonts w:asciiTheme="minorHAnsi" w:hAnsiTheme="minorHAnsi" w:cstheme="minorHAnsi"/>
                          <w:b/>
                          <w:i/>
                          <w:sz w:val="32"/>
                        </w:rPr>
                        <w:t xml:space="preserve"> </w:t>
                      </w:r>
                      <w:proofErr w:type="gramStart"/>
                      <w:r w:rsidRPr="00D80E00">
                        <w:rPr>
                          <w:rFonts w:asciiTheme="minorHAnsi" w:hAnsiTheme="minorHAnsi" w:cstheme="minorHAnsi"/>
                          <w:b/>
                          <w:i/>
                          <w:sz w:val="40"/>
                        </w:rPr>
                        <w:t>over</w:t>
                      </w:r>
                      <w:proofErr w:type="gramEnd"/>
                      <w:r w:rsidRPr="00D80E00">
                        <w:rPr>
                          <w:rFonts w:asciiTheme="minorHAnsi" w:hAnsiTheme="minorHAnsi" w:cstheme="minorHAnsi"/>
                          <w:b/>
                          <w:i/>
                          <w:sz w:val="40"/>
                        </w:rPr>
                        <w:t xml:space="preserve"> 10, 800 !!</w:t>
                      </w:r>
                    </w:p>
                    <w:p w:rsidR="003C7417" w:rsidRPr="00CC5F05" w:rsidRDefault="003C7417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BF3" w:rsidRPr="00D80E00">
        <w:rPr>
          <w:rFonts w:asciiTheme="minorHAnsi" w:hAnsiTheme="minorHAnsi" w:cstheme="minorHAnsi"/>
        </w:rPr>
        <w:t xml:space="preserve">Kindergarten – 978  </w:t>
      </w:r>
    </w:p>
    <w:p w:rsidR="008E1BF3" w:rsidRPr="00D80E00" w:rsidRDefault="008E1BF3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</w:rPr>
        <w:t xml:space="preserve">Grade 1 – 1,010 </w:t>
      </w:r>
    </w:p>
    <w:p w:rsidR="008E1BF3" w:rsidRPr="00D80E00" w:rsidRDefault="008E1BF3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</w:rPr>
        <w:t xml:space="preserve">Grade 2 – 1,744  </w:t>
      </w:r>
    </w:p>
    <w:p w:rsidR="008E1BF3" w:rsidRPr="00D80E00" w:rsidRDefault="008E1BF3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</w:rPr>
        <w:t xml:space="preserve">Grade 3 – 964 </w:t>
      </w:r>
    </w:p>
    <w:p w:rsidR="008E1BF3" w:rsidRPr="00D80E00" w:rsidRDefault="008E1BF3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</w:rPr>
        <w:t xml:space="preserve">Grade 4 – 976 </w:t>
      </w:r>
    </w:p>
    <w:p w:rsidR="008E1BF3" w:rsidRPr="00D80E00" w:rsidRDefault="008E1BF3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</w:rPr>
        <w:t xml:space="preserve">Grade 5 – 834 </w:t>
      </w:r>
    </w:p>
    <w:p w:rsidR="008E1BF3" w:rsidRPr="00D80E00" w:rsidRDefault="008E1BF3" w:rsidP="00B418B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80E00">
        <w:rPr>
          <w:rFonts w:asciiTheme="minorHAnsi" w:hAnsiTheme="minorHAnsi" w:cstheme="minorHAnsi"/>
        </w:rPr>
        <w:t>Grade 6 – 1,012</w:t>
      </w:r>
    </w:p>
    <w:p w:rsidR="00DD4C31" w:rsidRPr="00C516ED" w:rsidRDefault="00DD4C31" w:rsidP="008E1BF3">
      <w:pPr>
        <w:jc w:val="center"/>
        <w:rPr>
          <w:rFonts w:asciiTheme="minorHAnsi" w:hAnsiTheme="minorHAnsi" w:cstheme="minorHAnsi"/>
        </w:rPr>
      </w:pPr>
      <w:r w:rsidRPr="00C516ED">
        <w:rPr>
          <w:rFonts w:asciiTheme="minorHAnsi" w:hAnsiTheme="minorHAnsi" w:cstheme="minorHAnsi"/>
          <w:b/>
          <w:u w:val="single"/>
        </w:rPr>
        <w:t>*</w:t>
      </w:r>
      <w:r w:rsidR="008E1BF3" w:rsidRPr="00C516ED">
        <w:rPr>
          <w:rFonts w:asciiTheme="minorHAnsi" w:hAnsiTheme="minorHAnsi" w:cstheme="minorHAnsi"/>
          <w:b/>
          <w:u w:val="single"/>
        </w:rPr>
        <w:t>Grades 7-12</w:t>
      </w:r>
      <w:r w:rsidR="008E1BF3" w:rsidRPr="00C516ED">
        <w:rPr>
          <w:rFonts w:asciiTheme="minorHAnsi" w:hAnsiTheme="minorHAnsi" w:cstheme="minorHAnsi"/>
        </w:rPr>
        <w:t xml:space="preserve">  -- </w:t>
      </w:r>
      <w:r w:rsidRPr="00C516ED">
        <w:rPr>
          <w:rFonts w:asciiTheme="minorHAnsi" w:hAnsiTheme="minorHAnsi" w:cstheme="minorHAnsi"/>
        </w:rPr>
        <w:t xml:space="preserve">The checkout software was not completely </w:t>
      </w:r>
    </w:p>
    <w:p w:rsidR="00DD4C31" w:rsidRPr="00C516ED" w:rsidRDefault="00DD4C31" w:rsidP="00DD4C31">
      <w:pPr>
        <w:jc w:val="center"/>
        <w:rPr>
          <w:rFonts w:asciiTheme="minorHAnsi" w:hAnsiTheme="minorHAnsi" w:cstheme="minorHAnsi"/>
        </w:rPr>
      </w:pPr>
      <w:r w:rsidRPr="00C516ED">
        <w:rPr>
          <w:rFonts w:asciiTheme="minorHAnsi" w:hAnsiTheme="minorHAnsi" w:cstheme="minorHAnsi"/>
        </w:rPr>
        <w:t>updated</w:t>
      </w:r>
      <w:r w:rsidR="008E1BF3" w:rsidRPr="00C516ED">
        <w:rPr>
          <w:rFonts w:asciiTheme="minorHAnsi" w:hAnsiTheme="minorHAnsi" w:cstheme="minorHAnsi"/>
        </w:rPr>
        <w:t xml:space="preserve"> until Jan. 2011</w:t>
      </w:r>
      <w:r w:rsidRPr="00C516ED">
        <w:rPr>
          <w:rFonts w:asciiTheme="minorHAnsi" w:hAnsiTheme="minorHAnsi" w:cstheme="minorHAnsi"/>
        </w:rPr>
        <w:t xml:space="preserve">, </w:t>
      </w:r>
      <w:r w:rsidR="008E1BF3" w:rsidRPr="00C516ED">
        <w:rPr>
          <w:rFonts w:asciiTheme="minorHAnsi" w:hAnsiTheme="minorHAnsi" w:cstheme="minorHAnsi"/>
        </w:rPr>
        <w:t>so an accurate title count is not available.</w:t>
      </w:r>
    </w:p>
    <w:p w:rsidR="00DD4C31" w:rsidRDefault="00C27E87" w:rsidP="00DD4C31">
      <w:pPr>
        <w:jc w:val="center"/>
        <w:rPr>
          <w:rFonts w:asciiTheme="minorHAnsi" w:hAnsiTheme="minorHAnsi" w:cstheme="minorHAnsi"/>
          <w:sz w:val="28"/>
        </w:rPr>
      </w:pPr>
      <w:r w:rsidRPr="009F3E28">
        <w:rPr>
          <w:rStyle w:val="Emphasi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5E0A6" wp14:editId="1307EC84">
                <wp:simplePos x="0" y="0"/>
                <wp:positionH relativeFrom="column">
                  <wp:posOffset>1009650</wp:posOffset>
                </wp:positionH>
                <wp:positionV relativeFrom="paragraph">
                  <wp:posOffset>81915</wp:posOffset>
                </wp:positionV>
                <wp:extent cx="2924175" cy="162877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417" w:rsidRPr="00E93076" w:rsidRDefault="003C7417" w:rsidP="009F3E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u w:val="single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u w:val="single"/>
                              </w:rPr>
                              <w:t>Popular Book With</w:t>
                            </w:r>
                          </w:p>
                          <w:p w:rsidR="003C7417" w:rsidRPr="00E93076" w:rsidRDefault="003C7417" w:rsidP="009F3E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u w:val="single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u w:val="single"/>
                              </w:rPr>
                              <w:t>Guardian Angels Students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The Magic Tree House Series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The Lightning Thief Series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Diary of a Wimpy Kid Series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Dr. Seuss Titles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“Farm, Tractor and Vehicle” Books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“Scary/Spooky” Books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My Weird School Series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79.5pt;margin-top:6.45pt;width:230.2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">
                <v:textbox>
                  <w:txbxContent>
                    <w:p w:rsidR="003C7417" w:rsidRPr="00E93076" w:rsidRDefault="003C7417" w:rsidP="009F3E2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u w:val="single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u w:val="single"/>
                        </w:rPr>
                        <w:t>Popular Book With</w:t>
                      </w:r>
                    </w:p>
                    <w:p w:rsidR="003C7417" w:rsidRPr="00E93076" w:rsidRDefault="003C7417" w:rsidP="009F3E2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u w:val="single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u w:val="single"/>
                        </w:rPr>
                        <w:t>Guardian Angels Students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The Magic Tree House Series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The Lightning Thief Series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Diary of a Wimpy Kid Series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Dr. Seuss Titles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“Farm, Tractor and Vehicle” Books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“Scary/Spooky” Books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0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My Weird School Series</w:t>
                      </w:r>
                    </w:p>
                  </w:txbxContent>
                </v:textbox>
              </v:shape>
            </w:pict>
          </mc:Fallback>
        </mc:AlternateContent>
      </w:r>
      <w:r w:rsidR="00E93076" w:rsidRPr="009F3E28">
        <w:rPr>
          <w:rFonts w:asciiTheme="minorHAnsi" w:hAnsiTheme="minorHAnsi" w:cstheme="minorHAnsi"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A40E7" wp14:editId="2AB8A45A">
                <wp:simplePos x="0" y="0"/>
                <wp:positionH relativeFrom="column">
                  <wp:posOffset>4267200</wp:posOffset>
                </wp:positionH>
                <wp:positionV relativeFrom="paragraph">
                  <wp:posOffset>139065</wp:posOffset>
                </wp:positionV>
                <wp:extent cx="2238375" cy="7810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417" w:rsidRPr="00E93076" w:rsidRDefault="003C7417" w:rsidP="009F3E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u w:val="single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u w:val="single"/>
                              </w:rPr>
                              <w:t>Popular Magazines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Boys Life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Discovery Girls</w:t>
                            </w:r>
                          </w:p>
                          <w:p w:rsidR="003C7417" w:rsidRPr="00E93076" w:rsidRDefault="003C7417" w:rsidP="009F3E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</w:pPr>
                            <w:r w:rsidRPr="00E93076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</w:rPr>
                              <w:t>National Geographic Kids</w:t>
                            </w:r>
                          </w:p>
                          <w:p w:rsidR="003C7417" w:rsidRPr="00E93076" w:rsidRDefault="003C7417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36pt;margin-top:10.95pt;width:176.2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">
                <v:textbox>
                  <w:txbxContent>
                    <w:p w:rsidR="003C7417" w:rsidRPr="00E93076" w:rsidRDefault="003C7417" w:rsidP="009F3E2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u w:val="single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u w:val="single"/>
                        </w:rPr>
                        <w:t>Popular Magazines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Boys Life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Discovery Girls</w:t>
                      </w:r>
                    </w:p>
                    <w:p w:rsidR="003C7417" w:rsidRPr="00E93076" w:rsidRDefault="003C7417" w:rsidP="009F3E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</w:pPr>
                      <w:r w:rsidRPr="00E93076">
                        <w:rPr>
                          <w:rFonts w:asciiTheme="minorHAnsi" w:hAnsiTheme="minorHAnsi" w:cstheme="minorHAnsi"/>
                          <w:i/>
                          <w:sz w:val="22"/>
                        </w:rPr>
                        <w:t>National Geographic Kids</w:t>
                      </w:r>
                    </w:p>
                    <w:p w:rsidR="003C7417" w:rsidRPr="00E93076" w:rsidRDefault="003C7417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5F05" w:rsidRDefault="00CC5F05" w:rsidP="009F3E28">
      <w:pPr>
        <w:pStyle w:val="ListParagraph"/>
        <w:rPr>
          <w:rFonts w:asciiTheme="minorHAnsi" w:hAnsiTheme="minorHAnsi" w:cstheme="minorHAnsi"/>
          <w:i/>
          <w:sz w:val="28"/>
        </w:rPr>
      </w:pPr>
    </w:p>
    <w:p w:rsidR="009F3E28" w:rsidRDefault="009F3E28" w:rsidP="009F3E28">
      <w:pPr>
        <w:pStyle w:val="ListParagraph"/>
        <w:rPr>
          <w:rFonts w:asciiTheme="minorHAnsi" w:hAnsiTheme="minorHAnsi" w:cstheme="minorHAnsi"/>
          <w:i/>
          <w:sz w:val="28"/>
        </w:rPr>
      </w:pPr>
    </w:p>
    <w:p w:rsidR="009F3E28" w:rsidRDefault="009F3E28" w:rsidP="009F3E28">
      <w:pPr>
        <w:pStyle w:val="ListParagraph"/>
        <w:rPr>
          <w:rFonts w:asciiTheme="minorHAnsi" w:hAnsiTheme="minorHAnsi" w:cstheme="minorHAnsi"/>
          <w:i/>
          <w:sz w:val="28"/>
        </w:rPr>
      </w:pPr>
    </w:p>
    <w:p w:rsidR="009F3E28" w:rsidRDefault="009F3E28" w:rsidP="009F3E28">
      <w:pPr>
        <w:pStyle w:val="ListParagraph"/>
        <w:rPr>
          <w:rFonts w:asciiTheme="minorHAnsi" w:hAnsiTheme="minorHAnsi" w:cstheme="minorHAnsi"/>
          <w:i/>
          <w:sz w:val="28"/>
        </w:rPr>
      </w:pPr>
    </w:p>
    <w:p w:rsidR="009F3E28" w:rsidRDefault="009F3E28" w:rsidP="009F3E28">
      <w:pPr>
        <w:pStyle w:val="ListParagraph"/>
        <w:rPr>
          <w:rFonts w:asciiTheme="minorHAnsi" w:hAnsiTheme="minorHAnsi" w:cstheme="minorHAnsi"/>
          <w:i/>
          <w:sz w:val="28"/>
        </w:rPr>
      </w:pPr>
      <w:bookmarkStart w:id="0" w:name="_GoBack"/>
      <w:bookmarkEnd w:id="0"/>
    </w:p>
    <w:p w:rsidR="009F3E28" w:rsidRDefault="009F3E28" w:rsidP="009F3E28">
      <w:pPr>
        <w:pStyle w:val="ListParagraph"/>
        <w:rPr>
          <w:rFonts w:asciiTheme="minorHAnsi" w:hAnsiTheme="minorHAnsi" w:cstheme="minorHAnsi"/>
          <w:i/>
          <w:sz w:val="28"/>
        </w:rPr>
      </w:pPr>
    </w:p>
    <w:p w:rsidR="00425F4A" w:rsidRPr="00425F4A" w:rsidRDefault="00425F4A" w:rsidP="00425F4A">
      <w:pPr>
        <w:rPr>
          <w:rFonts w:asciiTheme="minorHAnsi" w:hAnsiTheme="minorHAnsi" w:cstheme="minorHAnsi"/>
          <w:sz w:val="28"/>
        </w:rPr>
      </w:pPr>
    </w:p>
    <w:p w:rsidR="00E93076" w:rsidRPr="00E93076" w:rsidRDefault="00E93076" w:rsidP="00E93076">
      <w:pPr>
        <w:jc w:val="center"/>
        <w:rPr>
          <w:rFonts w:ascii="Tempus Sans ITC" w:hAnsi="Tempus Sans ITC" w:cstheme="minorHAnsi"/>
          <w:b/>
          <w:sz w:val="28"/>
          <w:u w:val="single"/>
        </w:rPr>
      </w:pPr>
      <w:r w:rsidRPr="00E93076">
        <w:rPr>
          <w:rFonts w:ascii="Tempus Sans ITC" w:hAnsi="Tempus Sans ITC" w:cstheme="minorHAnsi"/>
          <w:b/>
          <w:sz w:val="28"/>
          <w:u w:val="single"/>
        </w:rPr>
        <w:t>GA “Birthday Books”</w:t>
      </w:r>
    </w:p>
    <w:p w:rsidR="00E93076" w:rsidRPr="00E93076" w:rsidRDefault="00E93076" w:rsidP="00E93076">
      <w:pPr>
        <w:jc w:val="center"/>
        <w:rPr>
          <w:rFonts w:ascii="Tempus Sans ITC" w:hAnsi="Tempus Sans ITC" w:cstheme="minorHAnsi"/>
          <w:sz w:val="32"/>
        </w:rPr>
      </w:pPr>
      <w:r w:rsidRPr="00E93076">
        <w:rPr>
          <w:rFonts w:ascii="Tempus Sans ITC" w:hAnsi="Tempus Sans ITC" w:cstheme="minorHAnsi"/>
          <w:sz w:val="32"/>
        </w:rPr>
        <w:t xml:space="preserve">** 35 </w:t>
      </w:r>
      <w:r>
        <w:rPr>
          <w:rFonts w:ascii="Tempus Sans ITC" w:hAnsi="Tempus Sans ITC" w:cstheme="minorHAnsi"/>
          <w:sz w:val="32"/>
        </w:rPr>
        <w:t>NEW</w:t>
      </w:r>
      <w:r w:rsidRPr="00E93076">
        <w:rPr>
          <w:rFonts w:ascii="Tempus Sans ITC" w:hAnsi="Tempus Sans ITC" w:cstheme="minorHAnsi"/>
          <w:sz w:val="32"/>
        </w:rPr>
        <w:t xml:space="preserve"> books were added to the library to celebrate special birthdays!</w:t>
      </w:r>
    </w:p>
    <w:p w:rsidR="00E93076" w:rsidRDefault="00E93076" w:rsidP="00425F4A">
      <w:pPr>
        <w:rPr>
          <w:rFonts w:asciiTheme="minorHAnsi" w:hAnsiTheme="minorHAnsi" w:cstheme="minorHAnsi"/>
          <w:b/>
          <w:sz w:val="28"/>
          <w:u w:val="single"/>
        </w:rPr>
      </w:pPr>
    </w:p>
    <w:p w:rsidR="00425F4A" w:rsidRDefault="00425F4A" w:rsidP="00425F4A">
      <w:pPr>
        <w:rPr>
          <w:rFonts w:asciiTheme="minorHAnsi" w:hAnsiTheme="minorHAnsi" w:cstheme="minorHAnsi"/>
          <w:sz w:val="28"/>
        </w:rPr>
      </w:pPr>
      <w:r w:rsidRPr="00425F4A">
        <w:rPr>
          <w:rFonts w:asciiTheme="minorHAnsi" w:hAnsiTheme="minorHAnsi" w:cstheme="minorHAnsi"/>
          <w:b/>
          <w:sz w:val="28"/>
          <w:u w:val="single"/>
        </w:rPr>
        <w:t>CC Book Talks</w:t>
      </w:r>
      <w:r>
        <w:rPr>
          <w:rFonts w:asciiTheme="minorHAnsi" w:hAnsiTheme="minorHAnsi" w:cstheme="minorHAnsi"/>
          <w:sz w:val="28"/>
        </w:rPr>
        <w:t xml:space="preserve"> --7-12 (Students comp</w:t>
      </w:r>
      <w:r w:rsidR="00C516ED">
        <w:rPr>
          <w:rFonts w:asciiTheme="minorHAnsi" w:hAnsiTheme="minorHAnsi" w:cstheme="minorHAnsi"/>
          <w:sz w:val="28"/>
        </w:rPr>
        <w:t>leted a short summary on a book</w:t>
      </w:r>
      <w:r>
        <w:rPr>
          <w:rFonts w:asciiTheme="minorHAnsi" w:hAnsiTheme="minorHAnsi" w:cstheme="minorHAnsi"/>
          <w:sz w:val="28"/>
        </w:rPr>
        <w:t xml:space="preserve"> they read.  </w:t>
      </w:r>
    </w:p>
    <w:p w:rsidR="00425F4A" w:rsidRDefault="00425F4A" w:rsidP="00425F4A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                                       Those participating were put into a quarterly drawing for prizes. )</w:t>
      </w:r>
    </w:p>
    <w:p w:rsidR="00425F4A" w:rsidRDefault="00425F4A" w:rsidP="00425F4A">
      <w:pPr>
        <w:rPr>
          <w:rFonts w:asciiTheme="minorHAnsi" w:hAnsiTheme="minorHAnsi" w:cstheme="minorHAnsi"/>
        </w:rPr>
      </w:pPr>
      <w:r w:rsidRPr="00425F4A">
        <w:rPr>
          <w:rFonts w:asciiTheme="minorHAnsi" w:hAnsiTheme="minorHAnsi" w:cstheme="minorHAnsi"/>
          <w:b/>
          <w:sz w:val="28"/>
          <w:u w:val="single"/>
        </w:rPr>
        <w:t>GA Book Talks</w:t>
      </w:r>
      <w:r>
        <w:rPr>
          <w:rFonts w:asciiTheme="minorHAnsi" w:hAnsiTheme="minorHAnsi" w:cstheme="minorHAnsi"/>
          <w:sz w:val="28"/>
        </w:rPr>
        <w:t xml:space="preserve"> – 4-6 (Students provided information about books they read </w:t>
      </w:r>
      <w:r w:rsidRPr="00425F4A">
        <w:rPr>
          <w:rFonts w:asciiTheme="minorHAnsi" w:hAnsiTheme="minorHAnsi" w:cstheme="minorHAnsi"/>
        </w:rPr>
        <w:t>– title, author,</w:t>
      </w:r>
      <w:r w:rsidR="00C516ED">
        <w:rPr>
          <w:rFonts w:asciiTheme="minorHAnsi" w:hAnsiTheme="minorHAnsi" w:cstheme="minorHAnsi"/>
        </w:rPr>
        <w:t xml:space="preserve"> </w:t>
      </w:r>
      <w:r w:rsidRPr="00425F4A">
        <w:rPr>
          <w:rFonts w:asciiTheme="minorHAnsi" w:hAnsiTheme="minorHAnsi" w:cstheme="minorHAnsi"/>
        </w:rPr>
        <w:t>etc…</w:t>
      </w:r>
    </w:p>
    <w:p w:rsidR="00425F4A" w:rsidRDefault="00425F4A" w:rsidP="00425F4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</w:t>
      </w:r>
      <w:r w:rsidRPr="00425F4A">
        <w:rPr>
          <w:rFonts w:asciiTheme="minorHAnsi" w:hAnsiTheme="minorHAnsi" w:cstheme="minorHAnsi"/>
          <w:sz w:val="28"/>
        </w:rPr>
        <w:t xml:space="preserve"> Prizes were earned for reading a predetermined # of books)</w:t>
      </w:r>
    </w:p>
    <w:p w:rsidR="00425F4A" w:rsidRDefault="00C516ED" w:rsidP="00425F4A">
      <w:pPr>
        <w:jc w:val="center"/>
        <w:rPr>
          <w:rFonts w:ascii="Berlin Sans FB Demi" w:hAnsi="Berlin Sans FB Demi" w:cstheme="minorHAnsi"/>
          <w:b/>
        </w:rPr>
      </w:pPr>
      <w:r>
        <w:rPr>
          <w:rFonts w:ascii="Berlin Sans FB Demi" w:hAnsi="Berlin Sans FB Demi" w:cstheme="minorHAnsi"/>
          <w:b/>
        </w:rPr>
        <w:t xml:space="preserve">        </w:t>
      </w:r>
      <w:r w:rsidR="00425F4A" w:rsidRPr="00425F4A">
        <w:rPr>
          <w:rFonts w:ascii="Berlin Sans FB Demi" w:hAnsi="Berlin Sans FB Demi" w:cstheme="minorHAnsi"/>
          <w:b/>
        </w:rPr>
        <w:t xml:space="preserve">Over 600 </w:t>
      </w:r>
      <w:r w:rsidR="00425F4A" w:rsidRPr="00425F4A">
        <w:rPr>
          <w:rFonts w:ascii="Berlin Sans FB Demi" w:hAnsi="Berlin Sans FB Demi" w:cstheme="minorHAnsi"/>
          <w:b/>
          <w:i/>
        </w:rPr>
        <w:t>Book Talk</w:t>
      </w:r>
      <w:r w:rsidR="00425F4A" w:rsidRPr="00425F4A">
        <w:rPr>
          <w:rFonts w:ascii="Berlin Sans FB Demi" w:hAnsi="Berlin Sans FB Demi" w:cstheme="minorHAnsi"/>
          <w:b/>
        </w:rPr>
        <w:t xml:space="preserve"> slips were displayed in the GA/CC Libraries!!!</w:t>
      </w:r>
    </w:p>
    <w:p w:rsidR="00D80E00" w:rsidRDefault="009F3E28" w:rsidP="009F3E28">
      <w:pPr>
        <w:rPr>
          <w:rFonts w:asciiTheme="minorHAnsi" w:hAnsiTheme="minorHAnsi" w:cstheme="minorHAnsi"/>
          <w:sz w:val="28"/>
        </w:rPr>
      </w:pPr>
      <w:r w:rsidRPr="009F3E28">
        <w:rPr>
          <w:rFonts w:asciiTheme="minorHAnsi" w:hAnsiTheme="minorHAnsi" w:cstheme="minorHAnsi"/>
          <w:b/>
          <w:sz w:val="28"/>
          <w:u w:val="single"/>
        </w:rPr>
        <w:t>Grades K-3</w:t>
      </w:r>
      <w:r>
        <w:rPr>
          <w:rFonts w:asciiTheme="minorHAnsi" w:hAnsiTheme="minorHAnsi" w:cstheme="minorHAnsi"/>
          <w:sz w:val="28"/>
        </w:rPr>
        <w:t xml:space="preserve">  -- Earned rewards for getting punches on their “Library Super Star” punch cards!</w:t>
      </w:r>
    </w:p>
    <w:p w:rsidR="00E93076" w:rsidRDefault="00E93076" w:rsidP="009F3E28">
      <w:pPr>
        <w:rPr>
          <w:rFonts w:asciiTheme="minorHAnsi" w:hAnsiTheme="minorHAnsi" w:cstheme="minorHAnsi"/>
          <w:sz w:val="28"/>
        </w:rPr>
      </w:pPr>
    </w:p>
    <w:p w:rsidR="003C7417" w:rsidRPr="003C7417" w:rsidRDefault="00D80E00" w:rsidP="009F3E28">
      <w:pPr>
        <w:rPr>
          <w:rFonts w:ascii="Maiandra GD" w:hAnsi="Maiandra GD" w:cstheme="minorHAnsi"/>
          <w:b/>
          <w:sz w:val="18"/>
        </w:rPr>
      </w:pPr>
      <w:r w:rsidRPr="003C7417">
        <w:rPr>
          <w:rFonts w:ascii="Maiandra GD" w:hAnsi="Maiandra GD" w:cstheme="minorHAnsi"/>
          <w:b/>
          <w:sz w:val="36"/>
          <w:u w:val="single"/>
        </w:rPr>
        <w:t>AR Quiz Update</w:t>
      </w:r>
      <w:r w:rsidRPr="003C7417">
        <w:rPr>
          <w:rFonts w:ascii="Maiandra GD" w:hAnsi="Maiandra GD" w:cstheme="minorHAnsi"/>
          <w:b/>
          <w:sz w:val="36"/>
        </w:rPr>
        <w:t xml:space="preserve"> </w:t>
      </w:r>
      <w:r w:rsidR="003C7417">
        <w:rPr>
          <w:rFonts w:ascii="Maiandra GD" w:hAnsi="Maiandra GD" w:cstheme="minorHAnsi"/>
          <w:b/>
          <w:sz w:val="28"/>
        </w:rPr>
        <w:t xml:space="preserve">- </w:t>
      </w:r>
      <w:r w:rsidR="003C7417">
        <w:rPr>
          <w:rFonts w:ascii="Maiandra GD" w:hAnsi="Maiandra GD" w:cstheme="minorHAnsi"/>
          <w:b/>
          <w:sz w:val="18"/>
        </w:rPr>
        <w:t>(Students read books and take</w:t>
      </w:r>
      <w:r w:rsidR="003C7417" w:rsidRPr="003C7417">
        <w:rPr>
          <w:rFonts w:ascii="Maiandra GD" w:hAnsi="Maiandra GD" w:cstheme="minorHAnsi"/>
          <w:b/>
          <w:sz w:val="18"/>
        </w:rPr>
        <w:t xml:space="preserve"> quiz</w:t>
      </w:r>
      <w:r w:rsidR="003C7417">
        <w:rPr>
          <w:rFonts w:ascii="Maiandra GD" w:hAnsi="Maiandra GD" w:cstheme="minorHAnsi"/>
          <w:b/>
          <w:sz w:val="18"/>
        </w:rPr>
        <w:t>zes</w:t>
      </w:r>
      <w:r w:rsidR="003C7417" w:rsidRPr="003C7417">
        <w:rPr>
          <w:rFonts w:ascii="Maiandra GD" w:hAnsi="Maiandra GD" w:cstheme="minorHAnsi"/>
          <w:b/>
          <w:sz w:val="18"/>
        </w:rPr>
        <w:t xml:space="preserve"> to see how well they comprehend the story and vocabulary</w:t>
      </w:r>
      <w:r w:rsidR="003C7417">
        <w:rPr>
          <w:rFonts w:ascii="Maiandra GD" w:hAnsi="Maiandra GD" w:cstheme="minorHAnsi"/>
          <w:b/>
          <w:sz w:val="18"/>
        </w:rPr>
        <w:t>.</w:t>
      </w:r>
      <w:r w:rsidR="003C7417" w:rsidRPr="003C7417">
        <w:rPr>
          <w:rFonts w:ascii="Maiandra GD" w:hAnsi="Maiandra GD" w:cstheme="minorHAnsi"/>
          <w:b/>
          <w:sz w:val="18"/>
        </w:rPr>
        <w:t>)</w:t>
      </w:r>
    </w:p>
    <w:p w:rsidR="00D80E00" w:rsidRPr="00E93076" w:rsidRDefault="00D80E00" w:rsidP="003C7417">
      <w:pPr>
        <w:jc w:val="center"/>
        <w:rPr>
          <w:rFonts w:ascii="Maiandra GD" w:hAnsi="Maiandra GD" w:cstheme="minorHAnsi"/>
          <w:b/>
          <w:u w:val="single"/>
        </w:rPr>
      </w:pPr>
      <w:r w:rsidRPr="00E93076">
        <w:rPr>
          <w:rFonts w:ascii="Maiandra GD" w:hAnsi="Maiandra GD" w:cstheme="minorHAnsi"/>
          <w:b/>
        </w:rPr>
        <w:t xml:space="preserve">Total # of Book Quizzes Taken – </w:t>
      </w:r>
      <w:r w:rsidRPr="00E93076">
        <w:rPr>
          <w:rFonts w:ascii="Maiandra GD" w:hAnsi="Maiandra GD" w:cstheme="minorHAnsi"/>
          <w:b/>
          <w:u w:val="single"/>
        </w:rPr>
        <w:t>over 1,800</w:t>
      </w:r>
      <w:r w:rsidR="003C7417" w:rsidRPr="00E93076">
        <w:rPr>
          <w:rFonts w:ascii="Maiandra GD" w:hAnsi="Maiandra GD" w:cstheme="minorHAnsi"/>
          <w:b/>
          <w:u w:val="single"/>
        </w:rPr>
        <w:t xml:space="preserve"> </w:t>
      </w:r>
      <w:r w:rsidRPr="00E93076">
        <w:rPr>
          <w:rFonts w:ascii="Maiandra GD" w:hAnsi="Maiandra GD" w:cstheme="minorHAnsi"/>
          <w:b/>
          <w:u w:val="single"/>
        </w:rPr>
        <w:t>!!</w:t>
      </w:r>
    </w:p>
    <w:p w:rsidR="00D80E00" w:rsidRPr="00E93076" w:rsidRDefault="00D80E00" w:rsidP="003C7417">
      <w:pPr>
        <w:jc w:val="center"/>
        <w:rPr>
          <w:rFonts w:ascii="Maiandra GD" w:hAnsi="Maiandra GD" w:cstheme="minorHAnsi"/>
          <w:b/>
        </w:rPr>
      </w:pPr>
      <w:r w:rsidRPr="00E93076">
        <w:rPr>
          <w:rFonts w:ascii="Maiandra GD" w:hAnsi="Maiandra GD" w:cstheme="minorHAnsi"/>
          <w:b/>
        </w:rPr>
        <w:t xml:space="preserve">Total # of Words Read </w:t>
      </w:r>
      <w:r w:rsidR="003C7417" w:rsidRPr="00E93076">
        <w:rPr>
          <w:rFonts w:ascii="Maiandra GD" w:hAnsi="Maiandra GD" w:cstheme="minorHAnsi"/>
          <w:b/>
        </w:rPr>
        <w:t>–</w:t>
      </w:r>
      <w:r w:rsidRPr="00E93076">
        <w:rPr>
          <w:rFonts w:ascii="Maiandra GD" w:hAnsi="Maiandra GD" w:cstheme="minorHAnsi"/>
          <w:b/>
        </w:rPr>
        <w:t xml:space="preserve"> </w:t>
      </w:r>
      <w:r w:rsidR="003C7417" w:rsidRPr="00E93076">
        <w:rPr>
          <w:rFonts w:ascii="Maiandra GD" w:hAnsi="Maiandra GD" w:cstheme="minorHAnsi"/>
          <w:b/>
        </w:rPr>
        <w:t xml:space="preserve">over </w:t>
      </w:r>
      <w:r w:rsidR="003C7417" w:rsidRPr="00E93076">
        <w:rPr>
          <w:rFonts w:ascii="Maiandra GD" w:hAnsi="Maiandra GD" w:cstheme="minorHAnsi"/>
          <w:b/>
          <w:u w:val="single"/>
        </w:rPr>
        <w:t>86 Million !!!</w:t>
      </w:r>
    </w:p>
    <w:p w:rsidR="009F3E28" w:rsidRPr="003C7417" w:rsidRDefault="003C7417" w:rsidP="00425F4A">
      <w:pPr>
        <w:jc w:val="center"/>
        <w:rPr>
          <w:rFonts w:ascii="Maiandra GD" w:hAnsi="Maiandra GD" w:cstheme="minorHAnsi"/>
          <w:b/>
        </w:rPr>
      </w:pPr>
      <w:r w:rsidRPr="003C7417">
        <w:rPr>
          <w:rFonts w:ascii="Maiandra GD" w:hAnsi="Maiandra GD" w:cstheme="minorHAnsi"/>
          <w:b/>
        </w:rPr>
        <w:t xml:space="preserve"> </w:t>
      </w:r>
    </w:p>
    <w:p w:rsidR="00D80E00" w:rsidRPr="00D80E00" w:rsidRDefault="003C7417" w:rsidP="00D80E00">
      <w:pPr>
        <w:jc w:val="center"/>
        <w:rPr>
          <w:rFonts w:ascii="Agency FB" w:hAnsi="Agency FB" w:cstheme="minorHAnsi"/>
          <w:b/>
          <w:sz w:val="36"/>
        </w:rPr>
      </w:pPr>
      <w:r>
        <w:rPr>
          <w:rFonts w:ascii="Agency FB" w:hAnsi="Agency FB" w:cstheme="minorHAnsi"/>
          <w:b/>
          <w:sz w:val="36"/>
        </w:rPr>
        <w:t>****</w:t>
      </w:r>
      <w:r w:rsidR="00D80E00" w:rsidRPr="00E93076">
        <w:rPr>
          <w:rFonts w:ascii="Agency FB" w:hAnsi="Agency FB" w:cstheme="minorHAnsi"/>
          <w:b/>
          <w:sz w:val="36"/>
          <w:u w:val="single"/>
        </w:rPr>
        <w:t>Scholastic Summer Reading Challenge</w:t>
      </w:r>
      <w:r>
        <w:rPr>
          <w:rFonts w:ascii="Agency FB" w:hAnsi="Agency FB" w:cstheme="minorHAnsi"/>
          <w:b/>
          <w:sz w:val="36"/>
        </w:rPr>
        <w:t>****</w:t>
      </w:r>
    </w:p>
    <w:p w:rsidR="003C7417" w:rsidRDefault="00C516ED" w:rsidP="003C7417">
      <w:pPr>
        <w:jc w:val="center"/>
        <w:rPr>
          <w:rFonts w:asciiTheme="minorHAnsi" w:hAnsiTheme="minorHAnsi" w:cstheme="minorHAnsi"/>
          <w:sz w:val="28"/>
        </w:rPr>
      </w:pPr>
      <w:r w:rsidRPr="00C516ED">
        <w:rPr>
          <w:rFonts w:asciiTheme="minorHAnsi" w:hAnsiTheme="minorHAnsi" w:cstheme="minorHAnsi"/>
          <w:b/>
          <w:sz w:val="28"/>
        </w:rPr>
        <w:t>K</w:t>
      </w:r>
      <w:r w:rsidR="003C7417" w:rsidRPr="00C516ED">
        <w:rPr>
          <w:rFonts w:asciiTheme="minorHAnsi" w:hAnsiTheme="minorHAnsi" w:cstheme="minorHAnsi"/>
          <w:b/>
          <w:sz w:val="28"/>
        </w:rPr>
        <w:t xml:space="preserve"> – Gr.6 Students, Teachers and Staff</w:t>
      </w:r>
      <w:r>
        <w:rPr>
          <w:rFonts w:asciiTheme="minorHAnsi" w:hAnsiTheme="minorHAnsi" w:cstheme="minorHAnsi"/>
          <w:sz w:val="28"/>
        </w:rPr>
        <w:t xml:space="preserve"> of GA are logging</w:t>
      </w:r>
      <w:r w:rsidR="003C7417">
        <w:rPr>
          <w:rFonts w:asciiTheme="minorHAnsi" w:hAnsiTheme="minorHAnsi" w:cstheme="minorHAnsi"/>
          <w:sz w:val="28"/>
        </w:rPr>
        <w:t xml:space="preserve"> the </w:t>
      </w:r>
    </w:p>
    <w:p w:rsidR="003C7417" w:rsidRDefault="003C7417" w:rsidP="003C741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minutes they spend reading this summer!  </w:t>
      </w:r>
    </w:p>
    <w:p w:rsidR="00C516ED" w:rsidRDefault="003C7417" w:rsidP="003C741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 The Teachers/Staff are challenging the students to </w:t>
      </w:r>
    </w:p>
    <w:p w:rsidR="003C7417" w:rsidRDefault="00C516ED" w:rsidP="003C741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log </w:t>
      </w:r>
      <w:r w:rsidR="003C7417" w:rsidRPr="00C516ED">
        <w:rPr>
          <w:rFonts w:ascii="Berlin Sans FB Demi" w:hAnsi="Berlin Sans FB Demi" w:cstheme="minorHAnsi"/>
          <w:b/>
          <w:sz w:val="28"/>
          <w:u w:val="single"/>
        </w:rPr>
        <w:t>MORE</w:t>
      </w:r>
      <w:r w:rsidR="003C7417">
        <w:rPr>
          <w:rFonts w:asciiTheme="minorHAnsi" w:hAnsiTheme="minorHAnsi" w:cstheme="minorHAnsi"/>
          <w:sz w:val="28"/>
        </w:rPr>
        <w:t xml:space="preserve"> minutes</w:t>
      </w:r>
      <w:r>
        <w:rPr>
          <w:rFonts w:asciiTheme="minorHAnsi" w:hAnsiTheme="minorHAnsi" w:cstheme="minorHAnsi"/>
          <w:sz w:val="28"/>
        </w:rPr>
        <w:t xml:space="preserve"> than them</w:t>
      </w:r>
      <w:r w:rsidR="003C7417">
        <w:rPr>
          <w:rFonts w:asciiTheme="minorHAnsi" w:hAnsiTheme="minorHAnsi" w:cstheme="minorHAnsi"/>
          <w:sz w:val="28"/>
        </w:rPr>
        <w:t xml:space="preserve"> to earn a special </w:t>
      </w:r>
      <w:r w:rsidRPr="00C516ED">
        <w:rPr>
          <w:rFonts w:ascii="Berlin Sans FB Demi" w:hAnsi="Berlin Sans FB Demi" w:cstheme="minorHAnsi"/>
          <w:b/>
          <w:sz w:val="28"/>
          <w:u w:val="single"/>
        </w:rPr>
        <w:t>REWARD</w:t>
      </w:r>
      <w:r w:rsidR="003C7417">
        <w:rPr>
          <w:rFonts w:asciiTheme="minorHAnsi" w:hAnsiTheme="minorHAnsi" w:cstheme="minorHAnsi"/>
          <w:sz w:val="28"/>
        </w:rPr>
        <w:t xml:space="preserve"> in the Fall.</w:t>
      </w:r>
    </w:p>
    <w:p w:rsidR="00C516ED" w:rsidRDefault="00C516ED" w:rsidP="003C7417">
      <w:pPr>
        <w:jc w:val="center"/>
        <w:rPr>
          <w:rFonts w:asciiTheme="minorHAnsi" w:hAnsiTheme="minorHAnsi" w:cstheme="minorHAnsi"/>
          <w:sz w:val="28"/>
        </w:rPr>
      </w:pPr>
    </w:p>
    <w:p w:rsidR="00C516ED" w:rsidRDefault="00C516ED" w:rsidP="003C741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*For more information about this – checkout ---  </w:t>
      </w:r>
      <w:r w:rsidRPr="00E93076">
        <w:rPr>
          <w:rFonts w:asciiTheme="minorHAnsi" w:hAnsiTheme="minorHAnsi" w:cstheme="minorHAnsi"/>
          <w:b/>
          <w:sz w:val="28"/>
        </w:rPr>
        <w:t xml:space="preserve"> www.scholastic.com/summer</w:t>
      </w:r>
    </w:p>
    <w:p w:rsidR="00B418B6" w:rsidRPr="003C7417" w:rsidRDefault="00B418B6" w:rsidP="00E93076">
      <w:pPr>
        <w:rPr>
          <w:rStyle w:val="Emphasis"/>
          <w:i w:val="0"/>
        </w:rPr>
      </w:pPr>
    </w:p>
    <w:sectPr w:rsidR="00B418B6" w:rsidRPr="003C7417" w:rsidSect="00425F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C39"/>
    <w:multiLevelType w:val="hybridMultilevel"/>
    <w:tmpl w:val="CEFC2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57F2B"/>
    <w:multiLevelType w:val="hybridMultilevel"/>
    <w:tmpl w:val="2B7482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EB34FE"/>
    <w:multiLevelType w:val="hybridMultilevel"/>
    <w:tmpl w:val="7C2ADF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3999"/>
    <w:multiLevelType w:val="hybridMultilevel"/>
    <w:tmpl w:val="E2A8F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8B6"/>
    <w:rsid w:val="003C7417"/>
    <w:rsid w:val="00425F4A"/>
    <w:rsid w:val="006F7602"/>
    <w:rsid w:val="008E1BF3"/>
    <w:rsid w:val="009F3E28"/>
    <w:rsid w:val="00B418B6"/>
    <w:rsid w:val="00C27E87"/>
    <w:rsid w:val="00C516ED"/>
    <w:rsid w:val="00CC5F05"/>
    <w:rsid w:val="00D80E00"/>
    <w:rsid w:val="00DD4C31"/>
    <w:rsid w:val="00E9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B418B6"/>
    <w:rPr>
      <w:i/>
      <w:iCs/>
    </w:rPr>
  </w:style>
  <w:style w:type="paragraph" w:styleId="ListParagraph">
    <w:name w:val="List Paragraph"/>
    <w:basedOn w:val="Normal"/>
    <w:uiPriority w:val="34"/>
    <w:qFormat/>
    <w:rsid w:val="00B418B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C5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B418B6"/>
    <w:rPr>
      <w:i/>
      <w:iCs/>
    </w:rPr>
  </w:style>
  <w:style w:type="paragraph" w:styleId="ListParagraph">
    <w:name w:val="List Paragraph"/>
    <w:basedOn w:val="Normal"/>
    <w:uiPriority w:val="34"/>
    <w:qFormat/>
    <w:rsid w:val="00B418B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C5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E1A7E17</Template>
  <TotalTime>67</TotalTime>
  <Pages>1</Pages>
  <Words>240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CCGAFaculty17</dc:creator>
  <cp:keywords/>
  <dc:description/>
  <cp:lastModifiedBy>CCGAFaculty17</cp:lastModifiedBy>
  <cp:revision>7</cp:revision>
  <dcterms:created xsi:type="dcterms:W3CDTF">2011-05-19T13:30:00Z</dcterms:created>
  <dcterms:modified xsi:type="dcterms:W3CDTF">2011-05-19T14:46:00Z</dcterms:modified>
</cp:coreProperties>
</file>